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418"/>
        <w:tblW w:w="9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477"/>
        <w:gridCol w:w="1477"/>
        <w:gridCol w:w="1055"/>
        <w:gridCol w:w="1055"/>
        <w:gridCol w:w="1055"/>
        <w:gridCol w:w="1055"/>
        <w:gridCol w:w="1055"/>
      </w:tblGrid>
      <w:tr w:rsidR="005C2616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9755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C2616" w:rsidRDefault="00D32760" w:rsidP="001D548C">
            <w:pPr>
              <w:textAlignment w:val="auto"/>
              <w:rPr>
                <w:rFonts w:hAnsi="ＭＳ 明朝"/>
              </w:rPr>
            </w:pPr>
            <w:bookmarkStart w:id="0" w:name="_GoBack"/>
            <w:bookmarkEnd w:id="0"/>
            <w:r>
              <w:rPr>
                <w:rFonts w:hAnsi="ＭＳ 明朝"/>
              </w:rPr>
              <w:t>４</w:t>
            </w:r>
            <w:r w:rsidR="005C2616">
              <w:rPr>
                <w:rFonts w:hAnsi="ＭＳ 明朝"/>
              </w:rPr>
              <w:t>．</w:t>
            </w:r>
            <w:r w:rsidRPr="00D168BB">
              <w:rPr>
                <w:rFonts w:hAnsi="ＭＳ 明朝"/>
              </w:rPr>
              <w:t>収集運搬業務の具体的な計画</w:t>
            </w:r>
            <w:r>
              <w:rPr>
                <w:rFonts w:hAnsi="ＭＳ 明朝"/>
              </w:rPr>
              <w:t>（車両毎の用途、収集運搬業務を行う時間、休業日及び従業員数を含む。）</w:t>
            </w:r>
          </w:p>
          <w:p w:rsidR="00563F2F" w:rsidRDefault="00563F2F" w:rsidP="001D548C">
            <w:pPr>
              <w:textAlignment w:val="auto"/>
              <w:rPr>
                <w:rFonts w:hAnsi="ＭＳ 明朝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/>
              </w:rPr>
            </w:pPr>
          </w:p>
          <w:p w:rsidR="005C2616" w:rsidRDefault="005C2616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5C2616" w:rsidRDefault="005C2616" w:rsidP="001D548C">
            <w:pPr>
              <w:textAlignment w:val="auto"/>
              <w:rPr>
                <w:rFonts w:hAnsi="ＭＳ 明朝"/>
              </w:rPr>
            </w:pPr>
          </w:p>
          <w:p w:rsidR="00563F2F" w:rsidRDefault="00563F2F" w:rsidP="001D548C">
            <w:pPr>
              <w:textAlignment w:val="auto"/>
              <w:rPr>
                <w:rFonts w:hAnsi="ＭＳ 明朝"/>
              </w:rPr>
            </w:pPr>
          </w:p>
          <w:p w:rsidR="005C2616" w:rsidRDefault="005C2616" w:rsidP="001D548C">
            <w:pPr>
              <w:textAlignment w:val="auto"/>
              <w:rPr>
                <w:rFonts w:hAnsi="ＭＳ 明朝"/>
              </w:rPr>
            </w:pPr>
          </w:p>
          <w:p w:rsidR="005C2616" w:rsidRDefault="005C2616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D32760" w:rsidRDefault="00D32760" w:rsidP="001D548C">
            <w:pPr>
              <w:textAlignment w:val="auto"/>
              <w:rPr>
                <w:rFonts w:hAnsi="ＭＳ 明朝"/>
              </w:rPr>
            </w:pPr>
          </w:p>
          <w:p w:rsidR="004A39AA" w:rsidRDefault="005C2616" w:rsidP="001D548C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従業員数の内訳</w:t>
            </w:r>
          </w:p>
          <w:p w:rsidR="005C2616" w:rsidRDefault="004A39AA" w:rsidP="001D548C">
            <w:r>
              <w:rPr>
                <w:rFonts w:hAnsi="ＭＳ 明朝"/>
              </w:rPr>
              <w:t xml:space="preserve">　　　　　　　　　　　　　　　　　　　　　　　　　　　　　　　　　　　　</w:t>
            </w:r>
            <w:r w:rsidRPr="004A39AA">
              <w:rPr>
                <w:rFonts w:hAnsi="ＭＳ 明朝"/>
              </w:rPr>
              <w:t>年</w:t>
            </w:r>
            <w:r>
              <w:rPr>
                <w:rFonts w:hAnsi="ＭＳ 明朝"/>
              </w:rPr>
              <w:t xml:space="preserve">　　</w:t>
            </w:r>
            <w:r w:rsidRPr="004A39AA">
              <w:rPr>
                <w:rFonts w:hAnsi="ＭＳ 明朝"/>
              </w:rPr>
              <w:t>月</w:t>
            </w:r>
            <w:r>
              <w:rPr>
                <w:rFonts w:hAnsi="ＭＳ 明朝"/>
              </w:rPr>
              <w:t xml:space="preserve">　　</w:t>
            </w:r>
            <w:r w:rsidRPr="004A39AA">
              <w:rPr>
                <w:rFonts w:hAnsi="ＭＳ 明朝"/>
              </w:rPr>
              <w:t>日現在</w:t>
            </w:r>
          </w:p>
        </w:tc>
      </w:tr>
      <w:tr w:rsidR="005C2616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/>
        </w:trPr>
        <w:tc>
          <w:tcPr>
            <w:tcW w:w="9755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C2616" w:rsidRDefault="005C2616" w:rsidP="001D548C"/>
        </w:tc>
      </w:tr>
      <w:tr w:rsidR="00D32760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</w:trPr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5C2616" w:rsidRDefault="005C2616" w:rsidP="001D548C">
            <w:pPr>
              <w:jc w:val="center"/>
            </w:pPr>
            <w:r w:rsidRPr="005C2616">
              <w:t>申請者又は申請者の登記上の役員</w:t>
            </w:r>
            <w:r w:rsidR="00D32760">
              <w:rPr>
                <w:rFonts w:hint="default"/>
              </w:rPr>
              <w:tab/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60" w:rsidRDefault="005C2616" w:rsidP="001D548C">
            <w:pPr>
              <w:jc w:val="center"/>
            </w:pPr>
            <w:r w:rsidRPr="00F009D8">
              <w:rPr>
                <w:rFonts w:hint="default"/>
                <w:spacing w:val="1"/>
                <w:w w:val="93"/>
                <w:fitText w:val="1477" w:id="1381825280"/>
              </w:rPr>
              <w:t>政令第6条の10</w:t>
            </w:r>
            <w:r w:rsidRPr="00F009D8">
              <w:rPr>
                <w:rFonts w:hint="default"/>
                <w:w w:val="93"/>
                <w:fitText w:val="1477" w:id="1381825280"/>
              </w:rPr>
              <w:t>で</w:t>
            </w:r>
          </w:p>
          <w:p w:rsidR="00D32760" w:rsidRDefault="005C2616" w:rsidP="001D548C">
            <w:pPr>
              <w:jc w:val="center"/>
            </w:pPr>
            <w:r w:rsidRPr="00C10C92">
              <w:rPr>
                <w:rFonts w:hint="default"/>
                <w:w w:val="87"/>
                <w:fitText w:val="1477" w:id="1381825281"/>
              </w:rPr>
              <w:t>準用する第4条の</w:t>
            </w:r>
            <w:r w:rsidR="001B2274" w:rsidRPr="00C10C92">
              <w:rPr>
                <w:spacing w:val="19"/>
                <w:w w:val="87"/>
                <w:fitText w:val="1477" w:id="1381825281"/>
              </w:rPr>
              <w:t>7</w:t>
            </w:r>
          </w:p>
          <w:p w:rsidR="005C2616" w:rsidRDefault="005C2616" w:rsidP="001D548C">
            <w:pPr>
              <w:jc w:val="center"/>
            </w:pPr>
            <w:r w:rsidRPr="00F009D8">
              <w:rPr>
                <w:rFonts w:hint="default"/>
                <w:spacing w:val="2"/>
                <w:w w:val="87"/>
                <w:fitText w:val="1477" w:id="1381826560"/>
              </w:rPr>
              <w:t>に規定する使用</w:t>
            </w:r>
            <w:r w:rsidRPr="00F009D8">
              <w:rPr>
                <w:rFonts w:hint="default"/>
                <w:spacing w:val="-6"/>
                <w:w w:val="87"/>
                <w:fitText w:val="1477" w:id="1381826560"/>
              </w:rPr>
              <w:t>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16" w:rsidRPr="00563F2F" w:rsidRDefault="005C2616" w:rsidP="001D548C">
            <w:pPr>
              <w:jc w:val="center"/>
            </w:pPr>
            <w:r w:rsidRPr="005C2616">
              <w:rPr>
                <w:rFonts w:hint="default"/>
              </w:rPr>
              <w:t>相談役、顧問等申請者の登記外の役員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1D548C">
            <w:pPr>
              <w:jc w:val="center"/>
            </w:pPr>
            <w:r w:rsidRPr="008D7FF6">
              <w:t>事務員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1D548C">
            <w:pPr>
              <w:jc w:val="center"/>
            </w:pPr>
            <w:r w:rsidRPr="008D7FF6">
              <w:rPr>
                <w:rFonts w:hint="default"/>
              </w:rPr>
              <w:t>運転手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1D548C">
            <w:pPr>
              <w:jc w:val="center"/>
            </w:pPr>
            <w:r w:rsidRPr="008D7FF6">
              <w:rPr>
                <w:rFonts w:hint="default"/>
              </w:rPr>
              <w:t>作業員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1D548C">
            <w:pPr>
              <w:jc w:val="center"/>
            </w:pPr>
            <w:r w:rsidRPr="008D7FF6">
              <w:rPr>
                <w:rFonts w:hint="default"/>
              </w:rPr>
              <w:t>その他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2616" w:rsidRDefault="005C2616" w:rsidP="001D548C">
            <w:pPr>
              <w:jc w:val="center"/>
            </w:pPr>
            <w:r w:rsidRPr="008D7FF6">
              <w:rPr>
                <w:rFonts w:hint="default"/>
              </w:rPr>
              <w:t>合　　計</w:t>
            </w:r>
          </w:p>
        </w:tc>
      </w:tr>
      <w:tr w:rsidR="00D32760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/>
        </w:trPr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5C2616" w:rsidRDefault="005C2616" w:rsidP="001D548C"/>
          <w:p w:rsidR="005C2616" w:rsidRDefault="005C2616" w:rsidP="001D548C"/>
          <w:p w:rsidR="005C2616" w:rsidRDefault="005C2616" w:rsidP="001D548C"/>
          <w:p w:rsidR="005C2616" w:rsidRDefault="005C2616" w:rsidP="001D548C">
            <w:r>
              <w:t xml:space="preserve">　　　　　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/>
          <w:p w:rsidR="005C2616" w:rsidRDefault="005C2616" w:rsidP="001D548C"/>
          <w:p w:rsidR="005C2616" w:rsidRDefault="005C2616" w:rsidP="001D548C">
            <w:pPr>
              <w:jc w:val="right"/>
            </w:pPr>
            <w:r>
              <w:t xml:space="preserve">　　　　　　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/>
          <w:p w:rsidR="005C2616" w:rsidRDefault="005C2616" w:rsidP="001D548C"/>
          <w:p w:rsidR="005C2616" w:rsidRDefault="005C2616" w:rsidP="001D548C">
            <w:pPr>
              <w:jc w:val="right"/>
            </w:pPr>
            <w:r>
              <w:t xml:space="preserve">　　　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/>
          <w:p w:rsidR="005C2616" w:rsidRDefault="005C2616" w:rsidP="001D548C"/>
          <w:p w:rsidR="005C2616" w:rsidRDefault="005C2616" w:rsidP="001D548C"/>
          <w:p w:rsidR="005C2616" w:rsidRDefault="005C2616" w:rsidP="001D548C">
            <w:r>
              <w:t xml:space="preserve">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/>
          <w:p w:rsidR="005C2616" w:rsidRDefault="005C2616" w:rsidP="001D548C"/>
          <w:p w:rsidR="005C2616" w:rsidRDefault="005C2616" w:rsidP="001D548C"/>
          <w:p w:rsidR="005C2616" w:rsidRDefault="005C2616" w:rsidP="001D548C">
            <w:r>
              <w:t xml:space="preserve">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/>
          <w:p w:rsidR="005C2616" w:rsidRDefault="005C2616" w:rsidP="001D548C"/>
          <w:p w:rsidR="005C2616" w:rsidRDefault="005C2616" w:rsidP="001D548C"/>
          <w:p w:rsidR="005C2616" w:rsidRDefault="005C2616" w:rsidP="001D548C">
            <w:r>
              <w:t xml:space="preserve">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2616" w:rsidRDefault="005C2616" w:rsidP="001D548C">
            <w:pPr>
              <w:ind w:left="211" w:hangingChars="100" w:hanging="211"/>
            </w:pPr>
          </w:p>
          <w:p w:rsidR="005C2616" w:rsidRDefault="005C2616" w:rsidP="001D548C">
            <w:pPr>
              <w:ind w:left="211" w:hangingChars="100" w:hanging="211"/>
            </w:pPr>
          </w:p>
          <w:p w:rsidR="005C2616" w:rsidRDefault="005C2616" w:rsidP="001D548C">
            <w:pPr>
              <w:ind w:left="211" w:hangingChars="100" w:hanging="211"/>
            </w:pPr>
          </w:p>
          <w:p w:rsidR="005C2616" w:rsidRDefault="005C2616" w:rsidP="001D548C">
            <w:pPr>
              <w:ind w:left="211" w:hangingChars="100" w:hanging="211"/>
            </w:pPr>
            <w:r>
              <w:t xml:space="preserve">　　　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2616" w:rsidRDefault="005C2616" w:rsidP="001D548C"/>
          <w:p w:rsidR="005C2616" w:rsidRDefault="005C2616" w:rsidP="001D548C"/>
          <w:p w:rsidR="005C2616" w:rsidRDefault="005C2616" w:rsidP="001D548C"/>
          <w:p w:rsidR="005C2616" w:rsidRDefault="005C2616" w:rsidP="001D548C">
            <w:r>
              <w:t xml:space="preserve">　　　人</w:t>
            </w:r>
          </w:p>
        </w:tc>
      </w:tr>
    </w:tbl>
    <w:p w:rsidR="001D548C" w:rsidRDefault="001D548C" w:rsidP="001D548C">
      <w:pPr>
        <w:jc w:val="center"/>
        <w:rPr>
          <w:rFonts w:hAnsi="ＭＳ 明朝" w:hint="default"/>
        </w:rPr>
      </w:pPr>
      <w:r>
        <w:rPr>
          <w:rFonts w:hAnsi="ＭＳ 明朝"/>
        </w:rPr>
        <w:t>（第４面）</w:t>
      </w:r>
    </w:p>
    <w:p w:rsidR="00112BEA" w:rsidRPr="001D5A89" w:rsidRDefault="00112BEA" w:rsidP="003D6908">
      <w:pPr>
        <w:rPr>
          <w:sz w:val="20"/>
        </w:rPr>
      </w:pPr>
    </w:p>
    <w:sectPr w:rsidR="00112BEA" w:rsidRPr="001D5A89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254" w:rsidRDefault="00092254">
      <w:pPr>
        <w:spacing w:before="357"/>
      </w:pPr>
      <w:r>
        <w:continuationSeparator/>
      </w:r>
    </w:p>
  </w:endnote>
  <w:endnote w:type="continuationSeparator" w:id="0">
    <w:p w:rsidR="00092254" w:rsidRDefault="00092254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254" w:rsidRDefault="00092254">
      <w:pPr>
        <w:spacing w:before="357"/>
      </w:pPr>
      <w:r>
        <w:continuationSeparator/>
      </w:r>
    </w:p>
  </w:footnote>
  <w:footnote w:type="continuationSeparator" w:id="0">
    <w:p w:rsidR="00092254" w:rsidRDefault="00092254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92254"/>
    <w:rsid w:val="000D2BB1"/>
    <w:rsid w:val="000F4F03"/>
    <w:rsid w:val="00112BEA"/>
    <w:rsid w:val="001435A4"/>
    <w:rsid w:val="00174882"/>
    <w:rsid w:val="001A3441"/>
    <w:rsid w:val="001B2274"/>
    <w:rsid w:val="001C4D08"/>
    <w:rsid w:val="001D548C"/>
    <w:rsid w:val="001D5A89"/>
    <w:rsid w:val="00222D0D"/>
    <w:rsid w:val="00232873"/>
    <w:rsid w:val="00262E63"/>
    <w:rsid w:val="002E2ADA"/>
    <w:rsid w:val="00301A52"/>
    <w:rsid w:val="003048A3"/>
    <w:rsid w:val="003246E0"/>
    <w:rsid w:val="00331416"/>
    <w:rsid w:val="003654A6"/>
    <w:rsid w:val="0037154C"/>
    <w:rsid w:val="00377C9B"/>
    <w:rsid w:val="003A1272"/>
    <w:rsid w:val="003A3778"/>
    <w:rsid w:val="003B5701"/>
    <w:rsid w:val="003D6908"/>
    <w:rsid w:val="003E0A89"/>
    <w:rsid w:val="00405B45"/>
    <w:rsid w:val="00423B3E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43434"/>
    <w:rsid w:val="006671C9"/>
    <w:rsid w:val="00676092"/>
    <w:rsid w:val="006806B8"/>
    <w:rsid w:val="006B5A16"/>
    <w:rsid w:val="006D4E83"/>
    <w:rsid w:val="006F430D"/>
    <w:rsid w:val="006F747E"/>
    <w:rsid w:val="0071170E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1236A"/>
    <w:rsid w:val="009A5722"/>
    <w:rsid w:val="009C1CFB"/>
    <w:rsid w:val="009D72C6"/>
    <w:rsid w:val="009D7D25"/>
    <w:rsid w:val="009E5BE7"/>
    <w:rsid w:val="00A00403"/>
    <w:rsid w:val="00A26892"/>
    <w:rsid w:val="00A523F7"/>
    <w:rsid w:val="00A61094"/>
    <w:rsid w:val="00AA1167"/>
    <w:rsid w:val="00AA38F4"/>
    <w:rsid w:val="00AA40EA"/>
    <w:rsid w:val="00AB769B"/>
    <w:rsid w:val="00AD4F3E"/>
    <w:rsid w:val="00AE181F"/>
    <w:rsid w:val="00AF28B2"/>
    <w:rsid w:val="00BB35D1"/>
    <w:rsid w:val="00BD6C64"/>
    <w:rsid w:val="00BE6AAF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C2097"/>
    <w:rsid w:val="00CD4EB1"/>
    <w:rsid w:val="00D03ECC"/>
    <w:rsid w:val="00D168BB"/>
    <w:rsid w:val="00D32760"/>
    <w:rsid w:val="00D44742"/>
    <w:rsid w:val="00D471A1"/>
    <w:rsid w:val="00D65D8A"/>
    <w:rsid w:val="00D70642"/>
    <w:rsid w:val="00D75827"/>
    <w:rsid w:val="00DA36F4"/>
    <w:rsid w:val="00DA7AD9"/>
    <w:rsid w:val="00DD3067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D2823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A5376B-098B-440A-B52E-381EFC44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2BBE7-5E7E-4464-96C0-C9538B50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2022-12-21T00:21:00Z</dcterms:created>
  <dcterms:modified xsi:type="dcterms:W3CDTF">2022-12-21T00:21:00Z</dcterms:modified>
</cp:coreProperties>
</file>